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AEAEC" w14:textId="77777777" w:rsidR="00FC2FF8" w:rsidRPr="0050627C" w:rsidRDefault="00997F14" w:rsidP="00FC2FF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CC03E9">
        <w:rPr>
          <w:rFonts w:ascii="Corbel" w:hAnsi="Corbel"/>
          <w:b/>
          <w:bCs/>
        </w:rPr>
        <w:t xml:space="preserve">   </w:t>
      </w:r>
      <w:r w:rsidR="00CD6897" w:rsidRPr="00CC03E9">
        <w:rPr>
          <w:rFonts w:ascii="Corbel" w:hAnsi="Corbel"/>
          <w:b/>
          <w:bCs/>
        </w:rPr>
        <w:tab/>
      </w:r>
      <w:r w:rsidR="00FC2FF8">
        <w:rPr>
          <w:rFonts w:ascii="Corbel" w:hAnsi="Corbel"/>
          <w:bCs/>
          <w:i/>
        </w:rPr>
        <w:t>Załącznik nr 1.5 do Zarządzenia Rektora UR nr 61/2025</w:t>
      </w:r>
      <w:r w:rsidR="00FC2FF8" w:rsidRPr="00707B20">
        <w:rPr>
          <w:rFonts w:ascii="Corbel" w:hAnsi="Corbel"/>
          <w:b/>
          <w:bCs/>
          <w:sz w:val="24"/>
          <w:szCs w:val="24"/>
        </w:rPr>
        <w:tab/>
      </w:r>
      <w:bookmarkStart w:id="0" w:name="_Hlk176178282"/>
    </w:p>
    <w:p w14:paraId="10930A5F" w14:textId="77777777" w:rsidR="00FC2FF8" w:rsidRPr="0050627C" w:rsidRDefault="00FC2FF8" w:rsidP="00FC2FF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4019F8C" w14:textId="1B665C3A" w:rsidR="00FC2FF8" w:rsidRPr="0050627C" w:rsidRDefault="00FC2FF8" w:rsidP="00FC2FF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50627C">
        <w:rPr>
          <w:rFonts w:ascii="Corbel" w:hAnsi="Corbel"/>
          <w:b/>
          <w:smallCaps/>
          <w:sz w:val="24"/>
          <w:szCs w:val="24"/>
          <w:lang w:eastAsia="ar-SA"/>
        </w:rPr>
        <w:t>-20</w:t>
      </w:r>
      <w:r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7D52B12C" w14:textId="77777777" w:rsidR="00FC2FF8" w:rsidRPr="0050627C" w:rsidRDefault="00FC2FF8" w:rsidP="00FC2FF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i/>
          <w:sz w:val="20"/>
          <w:szCs w:val="20"/>
          <w:lang w:eastAsia="ar-SA"/>
        </w:rPr>
        <w:t>(skrajne daty</w:t>
      </w:r>
      <w:r w:rsidRPr="0050627C">
        <w:rPr>
          <w:rFonts w:ascii="Corbel" w:hAnsi="Corbel"/>
          <w:sz w:val="20"/>
          <w:szCs w:val="20"/>
          <w:lang w:eastAsia="ar-SA"/>
        </w:rPr>
        <w:t>)</w:t>
      </w:r>
    </w:p>
    <w:p w14:paraId="6863D3CD" w14:textId="3BE99B1F" w:rsidR="00FC2FF8" w:rsidRPr="0050627C" w:rsidRDefault="00FC2FF8" w:rsidP="00FC2FF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9</w:t>
      </w:r>
      <w:r w:rsidRPr="0050627C">
        <w:rPr>
          <w:rFonts w:ascii="Corbel" w:hAnsi="Corbel"/>
          <w:sz w:val="20"/>
          <w:szCs w:val="20"/>
          <w:lang w:eastAsia="ar-SA"/>
        </w:rPr>
        <w:t>/20</w:t>
      </w:r>
      <w:bookmarkEnd w:id="0"/>
      <w:r>
        <w:rPr>
          <w:rFonts w:ascii="Corbel" w:hAnsi="Corbel"/>
          <w:sz w:val="20"/>
          <w:szCs w:val="20"/>
          <w:lang w:eastAsia="ar-SA"/>
        </w:rPr>
        <w:t>30</w:t>
      </w:r>
    </w:p>
    <w:p w14:paraId="170EF8FD" w14:textId="3472B3AA" w:rsidR="00865350" w:rsidRDefault="00865350" w:rsidP="008653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792D4F8" w14:textId="77777777" w:rsidR="0085747A" w:rsidRPr="00CC03E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C03E9">
        <w:rPr>
          <w:rFonts w:ascii="Corbel" w:hAnsi="Corbel"/>
          <w:szCs w:val="24"/>
        </w:rPr>
        <w:t xml:space="preserve">1. </w:t>
      </w:r>
      <w:r w:rsidR="0085747A" w:rsidRPr="00CC03E9">
        <w:rPr>
          <w:rFonts w:ascii="Corbel" w:hAnsi="Corbel"/>
          <w:szCs w:val="24"/>
        </w:rPr>
        <w:t xml:space="preserve">Podstawowe </w:t>
      </w:r>
      <w:r w:rsidR="00445970" w:rsidRPr="00CC03E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7084" w:rsidRPr="00CC03E9" w14:paraId="7B6B3F27" w14:textId="77777777" w:rsidTr="00497084">
        <w:tc>
          <w:tcPr>
            <w:tcW w:w="2694" w:type="dxa"/>
            <w:vAlign w:val="center"/>
          </w:tcPr>
          <w:p w14:paraId="07010FBB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D70333A" w:rsidR="00497084" w:rsidRPr="00615B76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15B76">
              <w:rPr>
                <w:rFonts w:ascii="Corbel" w:hAnsi="Corbel"/>
                <w:bCs/>
                <w:sz w:val="24"/>
                <w:szCs w:val="24"/>
              </w:rPr>
              <w:t>Nauka administracji</w:t>
            </w:r>
          </w:p>
        </w:tc>
      </w:tr>
      <w:tr w:rsidR="00497084" w:rsidRPr="00CC03E9" w14:paraId="1820FF8A" w14:textId="77777777" w:rsidTr="00497084">
        <w:tc>
          <w:tcPr>
            <w:tcW w:w="2694" w:type="dxa"/>
            <w:vAlign w:val="center"/>
          </w:tcPr>
          <w:p w14:paraId="5C62B05B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7084" w:rsidRPr="00CC03E9" w14:paraId="4D36C4B5" w14:textId="77777777" w:rsidTr="00031678">
        <w:tc>
          <w:tcPr>
            <w:tcW w:w="2694" w:type="dxa"/>
            <w:vAlign w:val="center"/>
          </w:tcPr>
          <w:p w14:paraId="44F80EA6" w14:textId="75250AC6" w:rsidR="00497084" w:rsidRPr="00FC2FF8" w:rsidRDefault="00031678" w:rsidP="0003167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97084" w:rsidRPr="00FC2FF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FF4913" w:rsidR="00497084" w:rsidRPr="00FC2FF8" w:rsidRDefault="00FC2FF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97084" w:rsidRPr="00CC03E9" w14:paraId="6C3038C7" w14:textId="77777777" w:rsidTr="00031678">
        <w:tc>
          <w:tcPr>
            <w:tcW w:w="2694" w:type="dxa"/>
            <w:vAlign w:val="center"/>
          </w:tcPr>
          <w:p w14:paraId="49252DE4" w14:textId="77777777" w:rsidR="00497084" w:rsidRPr="00FC2FF8" w:rsidRDefault="00497084" w:rsidP="0003167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BD83B39" w:rsidR="00497084" w:rsidRPr="00FC2FF8" w:rsidRDefault="00FC2FF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497084" w:rsidRPr="00CC03E9" w14:paraId="192BD65A" w14:textId="77777777" w:rsidTr="00497084">
        <w:tc>
          <w:tcPr>
            <w:tcW w:w="2694" w:type="dxa"/>
            <w:vAlign w:val="center"/>
          </w:tcPr>
          <w:p w14:paraId="10FF2062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07DD7DE7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97084" w:rsidRPr="00CC03E9" w14:paraId="70304835" w14:textId="77777777" w:rsidTr="00497084">
        <w:tc>
          <w:tcPr>
            <w:tcW w:w="2694" w:type="dxa"/>
            <w:vAlign w:val="center"/>
          </w:tcPr>
          <w:p w14:paraId="41CAFCB5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5733CB2D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97084" w:rsidRPr="00CC03E9" w14:paraId="388F3755" w14:textId="77777777" w:rsidTr="00497084">
        <w:tc>
          <w:tcPr>
            <w:tcW w:w="2694" w:type="dxa"/>
            <w:vAlign w:val="center"/>
          </w:tcPr>
          <w:p w14:paraId="074F09CD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79066964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2FF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97084" w:rsidRPr="00CC03E9" w14:paraId="09205566" w14:textId="77777777" w:rsidTr="00497084">
        <w:tc>
          <w:tcPr>
            <w:tcW w:w="2694" w:type="dxa"/>
            <w:vAlign w:val="center"/>
          </w:tcPr>
          <w:p w14:paraId="694A7C70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3B67CB9B" w:rsidR="00497084" w:rsidRPr="00FC2FF8" w:rsidRDefault="00936F78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97084" w:rsidRPr="00CC03E9" w14:paraId="0C05C2EC" w14:textId="77777777" w:rsidTr="00497084">
        <w:tc>
          <w:tcPr>
            <w:tcW w:w="2694" w:type="dxa"/>
            <w:vAlign w:val="center"/>
          </w:tcPr>
          <w:p w14:paraId="3878DA9C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7B61BC5E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0316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C2FF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31678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497084" w:rsidRPr="00CC03E9" w14:paraId="7ACCBA8E" w14:textId="77777777" w:rsidTr="00497084">
        <w:tc>
          <w:tcPr>
            <w:tcW w:w="2694" w:type="dxa"/>
            <w:vAlign w:val="center"/>
          </w:tcPr>
          <w:p w14:paraId="54139759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656D70AE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97084" w:rsidRPr="00CC03E9" w14:paraId="331F9495" w14:textId="77777777" w:rsidTr="00497084">
        <w:tc>
          <w:tcPr>
            <w:tcW w:w="2694" w:type="dxa"/>
            <w:vAlign w:val="center"/>
          </w:tcPr>
          <w:p w14:paraId="1B1DE481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3288A571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97084" w:rsidRPr="00CC03E9" w14:paraId="339BFB5F" w14:textId="77777777" w:rsidTr="00497084">
        <w:tc>
          <w:tcPr>
            <w:tcW w:w="2694" w:type="dxa"/>
            <w:vAlign w:val="center"/>
          </w:tcPr>
          <w:p w14:paraId="5D93ED52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7DFE386C" w:rsidR="00497084" w:rsidRPr="00FC2FF8" w:rsidRDefault="00031678" w:rsidP="00F44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00F44E86" w:rsidRPr="00FC2FF8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arczewska-Dziobek, prof.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497084" w:rsidRPr="00CC03E9" w14:paraId="0AD0E368" w14:textId="77777777" w:rsidTr="00031678">
        <w:tc>
          <w:tcPr>
            <w:tcW w:w="2694" w:type="dxa"/>
            <w:vAlign w:val="center"/>
          </w:tcPr>
          <w:p w14:paraId="020748E0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C1B81E" w14:textId="1FC8BB28" w:rsidR="00CC03E9" w:rsidRPr="00FC2FF8" w:rsidRDefault="0003167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Agata Barczewska-Dziobek, prof.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UR,</w:t>
            </w:r>
          </w:p>
          <w:p w14:paraId="6C837949" w14:textId="4A4868C4" w:rsidR="00497084" w:rsidRPr="00FC2FF8" w:rsidRDefault="00497084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 xml:space="preserve">mgr Izabela Bentkowska-Furman, </w:t>
            </w:r>
            <w:r w:rsidR="009975BA" w:rsidRPr="00FC2FF8">
              <w:rPr>
                <w:rFonts w:ascii="Corbel" w:hAnsi="Corbel"/>
                <w:b w:val="0"/>
                <w:sz w:val="24"/>
                <w:szCs w:val="24"/>
              </w:rPr>
              <w:t>mgr Dominika Nowak</w:t>
            </w:r>
          </w:p>
        </w:tc>
      </w:tr>
    </w:tbl>
    <w:p w14:paraId="0AB0B6F8" w14:textId="77777777" w:rsidR="0085747A" w:rsidRDefault="0085747A" w:rsidP="0003167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 xml:space="preserve">* </w:t>
      </w:r>
      <w:r w:rsidRPr="00CC03E9">
        <w:rPr>
          <w:rFonts w:ascii="Corbel" w:hAnsi="Corbel"/>
          <w:i/>
          <w:sz w:val="24"/>
          <w:szCs w:val="24"/>
        </w:rPr>
        <w:t>-</w:t>
      </w:r>
      <w:r w:rsidR="00B90885" w:rsidRPr="00CC03E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C03E9">
        <w:rPr>
          <w:rFonts w:ascii="Corbel" w:hAnsi="Corbel"/>
          <w:b w:val="0"/>
          <w:sz w:val="24"/>
          <w:szCs w:val="24"/>
        </w:rPr>
        <w:t>e,</w:t>
      </w:r>
      <w:r w:rsidRPr="00CC03E9">
        <w:rPr>
          <w:rFonts w:ascii="Corbel" w:hAnsi="Corbel"/>
          <w:i/>
          <w:sz w:val="24"/>
          <w:szCs w:val="24"/>
        </w:rPr>
        <w:t xml:space="preserve"> </w:t>
      </w:r>
      <w:r w:rsidRPr="00CC03E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C03E9">
        <w:rPr>
          <w:rFonts w:ascii="Corbel" w:hAnsi="Corbel"/>
          <w:b w:val="0"/>
          <w:i/>
          <w:sz w:val="24"/>
          <w:szCs w:val="24"/>
        </w:rPr>
        <w:t>w Jednostce</w:t>
      </w:r>
    </w:p>
    <w:p w14:paraId="72D125C1" w14:textId="77777777" w:rsidR="00031678" w:rsidRPr="00CC03E9" w:rsidRDefault="00031678" w:rsidP="0003167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5CA24C3B" w:rsidR="0085747A" w:rsidRPr="00CC03E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1.</w:t>
      </w:r>
      <w:r w:rsidR="00E22FBC" w:rsidRPr="00CC03E9">
        <w:rPr>
          <w:rFonts w:ascii="Corbel" w:hAnsi="Corbel"/>
          <w:sz w:val="24"/>
          <w:szCs w:val="24"/>
        </w:rPr>
        <w:t>1</w:t>
      </w:r>
      <w:r w:rsidRPr="00CC03E9">
        <w:rPr>
          <w:rFonts w:ascii="Corbel" w:hAnsi="Corbel"/>
          <w:sz w:val="24"/>
          <w:szCs w:val="24"/>
        </w:rPr>
        <w:t>.</w:t>
      </w:r>
      <w:r w:rsidR="00031678">
        <w:rPr>
          <w:rFonts w:ascii="Corbel" w:hAnsi="Corbel"/>
          <w:sz w:val="24"/>
          <w:szCs w:val="24"/>
        </w:rPr>
        <w:t xml:space="preserve"> </w:t>
      </w:r>
      <w:r w:rsidRPr="00CC03E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CC03E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03E9" w14:paraId="30AA7A12" w14:textId="77777777" w:rsidTr="00E71A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CC03E9" w:rsidRDefault="002B5EA0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(</w:t>
            </w:r>
            <w:r w:rsidR="00363F78" w:rsidRPr="00CC03E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Wykł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Konw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Sem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Prakt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C03E9">
              <w:rPr>
                <w:rFonts w:ascii="Corbel" w:hAnsi="Corbel"/>
                <w:b/>
                <w:szCs w:val="24"/>
              </w:rPr>
              <w:t>Liczba pkt</w:t>
            </w:r>
            <w:r w:rsidR="00B90885" w:rsidRPr="00CC03E9">
              <w:rPr>
                <w:rFonts w:ascii="Corbel" w:hAnsi="Corbel"/>
                <w:b/>
                <w:szCs w:val="24"/>
              </w:rPr>
              <w:t>.</w:t>
            </w:r>
            <w:r w:rsidRPr="00CC03E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CC03E9" w14:paraId="00612DAA" w14:textId="77777777" w:rsidTr="000316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849" w14:textId="1E07E04E" w:rsidR="00E71A24" w:rsidRPr="00CC03E9" w:rsidRDefault="00F44E86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CC03E9" w:rsidRDefault="00923D7D" w:rsidP="00D177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6DF02F45" w:rsidR="0085747A" w:rsidRDefault="0085747A" w:rsidP="00D177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1.</w:t>
      </w:r>
      <w:r w:rsidR="00E22FBC" w:rsidRPr="00CC03E9">
        <w:rPr>
          <w:rFonts w:ascii="Corbel" w:hAnsi="Corbel"/>
          <w:smallCaps w:val="0"/>
          <w:szCs w:val="24"/>
        </w:rPr>
        <w:t>2</w:t>
      </w:r>
      <w:r w:rsidR="00F83B28" w:rsidRPr="00CC03E9">
        <w:rPr>
          <w:rFonts w:ascii="Corbel" w:hAnsi="Corbel"/>
          <w:smallCaps w:val="0"/>
          <w:szCs w:val="24"/>
        </w:rPr>
        <w:t>.</w:t>
      </w:r>
      <w:r w:rsidR="00F83B28" w:rsidRPr="00CC03E9">
        <w:rPr>
          <w:rFonts w:ascii="Corbel" w:hAnsi="Corbel"/>
          <w:smallCaps w:val="0"/>
          <w:szCs w:val="24"/>
        </w:rPr>
        <w:tab/>
      </w:r>
      <w:r w:rsidRPr="00CC03E9">
        <w:rPr>
          <w:rFonts w:ascii="Corbel" w:hAnsi="Corbel"/>
          <w:smallCaps w:val="0"/>
          <w:szCs w:val="24"/>
        </w:rPr>
        <w:t>Sposób realizacji zajęć</w:t>
      </w:r>
    </w:p>
    <w:p w14:paraId="1B1A94FA" w14:textId="77777777" w:rsidR="00031678" w:rsidRPr="00CC03E9" w:rsidRDefault="00031678" w:rsidP="00D177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A0A0989" w:rsidR="0085747A" w:rsidRPr="00CC03E9" w:rsidRDefault="00031678" w:rsidP="00D177A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  <w:u w:val="single"/>
        </w:rPr>
        <w:t xml:space="preserve">X  </w:t>
      </w:r>
      <w:r w:rsidR="0085747A" w:rsidRPr="00CC03E9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38C805D2" w14:textId="77777777" w:rsidR="0085747A" w:rsidRPr="00CC03E9" w:rsidRDefault="0085747A" w:rsidP="00D177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03E9">
        <w:rPr>
          <w:rFonts w:ascii="Segoe UI Symbol" w:eastAsia="MS Gothic" w:hAnsi="Segoe UI Symbol" w:cs="Segoe UI Symbol"/>
          <w:b w:val="0"/>
          <w:szCs w:val="24"/>
        </w:rPr>
        <w:t>☐</w:t>
      </w:r>
      <w:r w:rsidRPr="00CC03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CC03E9" w:rsidRDefault="0085747A" w:rsidP="00D177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15FF5D1D" w:rsidR="00E22FBC" w:rsidRPr="00CC03E9" w:rsidRDefault="00E22FBC" w:rsidP="00D177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1.3 </w:t>
      </w:r>
      <w:r w:rsidR="00F83B28" w:rsidRPr="00CC03E9">
        <w:rPr>
          <w:rFonts w:ascii="Corbel" w:hAnsi="Corbel"/>
          <w:smallCaps w:val="0"/>
          <w:szCs w:val="24"/>
        </w:rPr>
        <w:tab/>
      </w:r>
      <w:r w:rsidRPr="00CC03E9">
        <w:rPr>
          <w:rFonts w:ascii="Corbel" w:hAnsi="Corbel"/>
          <w:smallCaps w:val="0"/>
          <w:szCs w:val="24"/>
        </w:rPr>
        <w:t>For</w:t>
      </w:r>
      <w:r w:rsidR="00445970" w:rsidRPr="00CC03E9">
        <w:rPr>
          <w:rFonts w:ascii="Corbel" w:hAnsi="Corbel"/>
          <w:smallCaps w:val="0"/>
          <w:szCs w:val="24"/>
        </w:rPr>
        <w:t xml:space="preserve">ma zaliczenia przedmiotu </w:t>
      </w:r>
      <w:r w:rsidRPr="00CC03E9">
        <w:rPr>
          <w:rFonts w:ascii="Corbel" w:hAnsi="Corbel"/>
          <w:smallCaps w:val="0"/>
          <w:szCs w:val="24"/>
        </w:rPr>
        <w:t xml:space="preserve">(z toku) </w:t>
      </w:r>
      <w:r w:rsidRPr="00CC03E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Default="00E960BB" w:rsidP="00D17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49DCA7" w14:textId="158DDB6B" w:rsidR="00031678" w:rsidRPr="00031678" w:rsidRDefault="00031678" w:rsidP="00D177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Pr="00031678">
        <w:rPr>
          <w:rFonts w:ascii="Corbel" w:hAnsi="Corbel"/>
          <w:b w:val="0"/>
          <w:smallCaps w:val="0"/>
          <w:szCs w:val="24"/>
        </w:rPr>
        <w:t>onwersatorium – zaliczenie z oceną</w:t>
      </w:r>
    </w:p>
    <w:p w14:paraId="5FC6945A" w14:textId="77777777" w:rsidR="00031678" w:rsidRPr="00CC03E9" w:rsidRDefault="00031678" w:rsidP="00D17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2541E019" w:rsidR="00E960BB" w:rsidRDefault="0085747A" w:rsidP="00D177AE">
      <w:pPr>
        <w:pStyle w:val="Punktygwne"/>
        <w:spacing w:before="0" w:after="0"/>
        <w:rPr>
          <w:rFonts w:ascii="Corbel" w:hAnsi="Corbel"/>
          <w:szCs w:val="24"/>
        </w:rPr>
      </w:pPr>
      <w:r w:rsidRPr="00CC03E9">
        <w:rPr>
          <w:rFonts w:ascii="Corbel" w:hAnsi="Corbel"/>
          <w:szCs w:val="24"/>
        </w:rPr>
        <w:t>2.</w:t>
      </w:r>
      <w:r w:rsidR="00936F78">
        <w:rPr>
          <w:rFonts w:ascii="Corbel" w:hAnsi="Corbel"/>
          <w:szCs w:val="24"/>
        </w:rPr>
        <w:t xml:space="preserve"> </w:t>
      </w:r>
      <w:r w:rsidRPr="00CC03E9">
        <w:rPr>
          <w:rFonts w:ascii="Corbel" w:hAnsi="Corbel"/>
          <w:szCs w:val="24"/>
        </w:rPr>
        <w:t xml:space="preserve">Wymagania wstępne </w:t>
      </w:r>
    </w:p>
    <w:p w14:paraId="233DD41F" w14:textId="77777777" w:rsidR="00890519" w:rsidRPr="00CC03E9" w:rsidRDefault="00890519" w:rsidP="00D177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CC03E9" w14:paraId="170821A1" w14:textId="77777777" w:rsidTr="00936F78">
        <w:trPr>
          <w:trHeight w:val="379"/>
        </w:trPr>
        <w:tc>
          <w:tcPr>
            <w:tcW w:w="9349" w:type="dxa"/>
            <w:vAlign w:val="center"/>
          </w:tcPr>
          <w:p w14:paraId="1BB8AE6C" w14:textId="50F43E33" w:rsidR="0085747A" w:rsidRPr="00CC03E9" w:rsidRDefault="00E71A24" w:rsidP="00936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DFEE067" w14:textId="77777777" w:rsidR="00153C41" w:rsidRPr="00CC03E9" w:rsidRDefault="00153C41" w:rsidP="00D177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00A3EFB1" w:rsidR="0085747A" w:rsidRPr="00CC03E9" w:rsidRDefault="0089051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C03E9">
        <w:rPr>
          <w:rFonts w:ascii="Corbel" w:hAnsi="Corbel"/>
          <w:szCs w:val="24"/>
        </w:rPr>
        <w:lastRenderedPageBreak/>
        <w:t>3.</w:t>
      </w:r>
      <w:r w:rsidR="0085747A" w:rsidRPr="00CC03E9">
        <w:rPr>
          <w:rFonts w:ascii="Corbel" w:hAnsi="Corbel"/>
          <w:szCs w:val="24"/>
        </w:rPr>
        <w:t xml:space="preserve"> </w:t>
      </w:r>
      <w:r w:rsidR="00A84C85" w:rsidRPr="00CC03E9">
        <w:rPr>
          <w:rFonts w:ascii="Corbel" w:hAnsi="Corbel"/>
          <w:szCs w:val="24"/>
        </w:rPr>
        <w:t>cele, efekty uczenia się</w:t>
      </w:r>
      <w:r w:rsidR="0085747A" w:rsidRPr="00CC03E9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0847BE06" w:rsidR="0085747A" w:rsidRPr="00CC03E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3.1</w:t>
      </w:r>
      <w:r w:rsidR="00D177AE">
        <w:rPr>
          <w:rFonts w:ascii="Corbel" w:hAnsi="Corbel"/>
          <w:sz w:val="24"/>
          <w:szCs w:val="24"/>
        </w:rPr>
        <w:t>.</w:t>
      </w:r>
      <w:r w:rsidRPr="00CC03E9">
        <w:rPr>
          <w:rFonts w:ascii="Corbel" w:hAnsi="Corbel"/>
          <w:sz w:val="24"/>
          <w:szCs w:val="24"/>
        </w:rPr>
        <w:t xml:space="preserve"> </w:t>
      </w:r>
      <w:r w:rsidR="00C05F44" w:rsidRPr="00CC03E9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D177AE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1A24" w:rsidRPr="00CC03E9" w14:paraId="03F6F8B0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8A4" w14:textId="6C4FA069" w:rsidR="00E71A24" w:rsidRPr="00CC03E9" w:rsidRDefault="00E71A24" w:rsidP="0003167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06F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Celem przedmiotu jest uzyskanie przez Studenta wiedzy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E71A24" w:rsidRPr="00CC03E9" w14:paraId="109DD3B4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A8E" w14:textId="77777777" w:rsidR="00E71A24" w:rsidRPr="00CC03E9" w:rsidRDefault="00E71A24" w:rsidP="0003167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9047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poznać charakterystykę i strukturę współczesnej administracji publicznej w Polsce z perspektywy normatywnej i pozanormatywnej</w:t>
            </w:r>
          </w:p>
        </w:tc>
      </w:tr>
      <w:tr w:rsidR="00E71A24" w:rsidRPr="00CC03E9" w14:paraId="11943031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D" w14:textId="77777777" w:rsidR="00E71A24" w:rsidRPr="00CC03E9" w:rsidRDefault="00E71A24" w:rsidP="0003167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C36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E71A24" w:rsidRPr="00CC03E9" w14:paraId="610A89A6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82D7" w14:textId="77777777" w:rsidR="00E71A24" w:rsidRPr="00CC03E9" w:rsidRDefault="00E71A24" w:rsidP="0003167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7766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14:paraId="661AA193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4351941E" w:rsidR="001D7B54" w:rsidRPr="00CC03E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t>3.2</w:t>
      </w:r>
      <w:r w:rsidR="00D177AE">
        <w:rPr>
          <w:rFonts w:ascii="Corbel" w:hAnsi="Corbel"/>
          <w:b/>
          <w:sz w:val="24"/>
          <w:szCs w:val="24"/>
        </w:rPr>
        <w:t>.</w:t>
      </w:r>
      <w:r w:rsidRPr="00CC03E9">
        <w:rPr>
          <w:rFonts w:ascii="Corbel" w:hAnsi="Corbel"/>
          <w:b/>
          <w:sz w:val="24"/>
          <w:szCs w:val="24"/>
        </w:rPr>
        <w:t xml:space="preserve"> </w:t>
      </w:r>
      <w:r w:rsidR="001D7B54" w:rsidRPr="00CC03E9">
        <w:rPr>
          <w:rFonts w:ascii="Corbel" w:hAnsi="Corbel"/>
          <w:b/>
          <w:sz w:val="24"/>
          <w:szCs w:val="24"/>
        </w:rPr>
        <w:t xml:space="preserve">Efekty </w:t>
      </w:r>
      <w:r w:rsidR="00C05F44" w:rsidRPr="00CC03E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C03E9">
        <w:rPr>
          <w:rFonts w:ascii="Corbel" w:hAnsi="Corbel"/>
          <w:b/>
          <w:sz w:val="24"/>
          <w:szCs w:val="24"/>
        </w:rPr>
        <w:t>dla przedmiotu</w:t>
      </w:r>
      <w:r w:rsidR="00445970" w:rsidRPr="00CC03E9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CC03E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180"/>
        <w:gridCol w:w="1752"/>
      </w:tblGrid>
      <w:tr w:rsidR="0085747A" w:rsidRPr="00CC03E9" w14:paraId="13985E3C" w14:textId="77777777" w:rsidTr="00D177AE">
        <w:tc>
          <w:tcPr>
            <w:tcW w:w="1588" w:type="dxa"/>
            <w:vAlign w:val="center"/>
          </w:tcPr>
          <w:p w14:paraId="674A14F1" w14:textId="77777777" w:rsidR="0085747A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C03E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C03E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80" w:type="dxa"/>
            <w:vAlign w:val="center"/>
          </w:tcPr>
          <w:p w14:paraId="2012558B" w14:textId="77777777" w:rsidR="0085747A" w:rsidRPr="00CC03E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2" w:type="dxa"/>
            <w:vAlign w:val="center"/>
          </w:tcPr>
          <w:p w14:paraId="7A686FDD" w14:textId="77777777" w:rsidR="0085747A" w:rsidRPr="00CC03E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C03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A24" w:rsidRPr="00CC03E9" w14:paraId="5633A422" w14:textId="77777777" w:rsidTr="00D177AE">
        <w:tc>
          <w:tcPr>
            <w:tcW w:w="1588" w:type="dxa"/>
          </w:tcPr>
          <w:p w14:paraId="3F9D19F6" w14:textId="2C2EF7B9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80" w:type="dxa"/>
          </w:tcPr>
          <w:p w14:paraId="08F9B894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752" w:type="dxa"/>
          </w:tcPr>
          <w:p w14:paraId="6F2AC0CE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K_W01</w:t>
            </w:r>
          </w:p>
        </w:tc>
      </w:tr>
      <w:tr w:rsidR="00E71A24" w:rsidRPr="00CC03E9" w14:paraId="61BBB128" w14:textId="77777777" w:rsidTr="00D177AE">
        <w:tc>
          <w:tcPr>
            <w:tcW w:w="1588" w:type="dxa"/>
          </w:tcPr>
          <w:p w14:paraId="162C8B9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80" w:type="dxa"/>
          </w:tcPr>
          <w:p w14:paraId="45F3CE29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752" w:type="dxa"/>
          </w:tcPr>
          <w:p w14:paraId="3538DE7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K_W02</w:t>
            </w:r>
          </w:p>
        </w:tc>
      </w:tr>
      <w:tr w:rsidR="00E71A24" w:rsidRPr="00CC03E9" w14:paraId="76EEB0A1" w14:textId="77777777" w:rsidTr="00D177AE">
        <w:tc>
          <w:tcPr>
            <w:tcW w:w="1588" w:type="dxa"/>
          </w:tcPr>
          <w:p w14:paraId="78882644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80" w:type="dxa"/>
          </w:tcPr>
          <w:p w14:paraId="1A30FDA2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752" w:type="dxa"/>
          </w:tcPr>
          <w:p w14:paraId="647EFE4D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K_W06</w:t>
            </w:r>
          </w:p>
        </w:tc>
      </w:tr>
      <w:tr w:rsidR="00E71A24" w:rsidRPr="00CC03E9" w14:paraId="2AF299FB" w14:textId="77777777" w:rsidTr="00D177AE">
        <w:tc>
          <w:tcPr>
            <w:tcW w:w="1588" w:type="dxa"/>
          </w:tcPr>
          <w:p w14:paraId="3DFAF67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80" w:type="dxa"/>
          </w:tcPr>
          <w:p w14:paraId="5FCE154F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752" w:type="dxa"/>
          </w:tcPr>
          <w:p w14:paraId="00146EFD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K_W07</w:t>
            </w:r>
          </w:p>
        </w:tc>
      </w:tr>
      <w:tr w:rsidR="00E71A24" w:rsidRPr="00CC03E9" w14:paraId="5CE4C83E" w14:textId="77777777" w:rsidTr="00D177AE">
        <w:tc>
          <w:tcPr>
            <w:tcW w:w="1588" w:type="dxa"/>
          </w:tcPr>
          <w:p w14:paraId="380A0342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80" w:type="dxa"/>
          </w:tcPr>
          <w:p w14:paraId="732BD09E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rozszerzoną wiedzę na temat ustroju, struktur i zasad funkcjonowania demokratycznego państwa prawnego.</w:t>
            </w:r>
          </w:p>
        </w:tc>
        <w:tc>
          <w:tcPr>
            <w:tcW w:w="1752" w:type="dxa"/>
          </w:tcPr>
          <w:p w14:paraId="72EF2ED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K_W08</w:t>
            </w:r>
          </w:p>
        </w:tc>
      </w:tr>
      <w:tr w:rsidR="00E71A24" w:rsidRPr="00CC03E9" w14:paraId="489D96F2" w14:textId="77777777" w:rsidTr="00D177AE">
        <w:tc>
          <w:tcPr>
            <w:tcW w:w="1588" w:type="dxa"/>
          </w:tcPr>
          <w:p w14:paraId="4FE2E025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80" w:type="dxa"/>
          </w:tcPr>
          <w:p w14:paraId="4DBDBB51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Ma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752" w:type="dxa"/>
          </w:tcPr>
          <w:p w14:paraId="02C7DE0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K_w10,</w:t>
            </w:r>
          </w:p>
        </w:tc>
      </w:tr>
      <w:tr w:rsidR="00E71A24" w:rsidRPr="00CC03E9" w14:paraId="1EB6F42C" w14:textId="77777777" w:rsidTr="00D177AE">
        <w:tc>
          <w:tcPr>
            <w:tcW w:w="1588" w:type="dxa"/>
          </w:tcPr>
          <w:p w14:paraId="60B4AB0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80" w:type="dxa"/>
          </w:tcPr>
          <w:p w14:paraId="0E128969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Zna i rozumie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metody badawcze i narzędzia opisu, w tym techniki pozyskiwania danych właściwe dla nauki administracji oraz posiada wiedzę na temat fundamentalnych dylematach współczesnej cywilizacji</w:t>
            </w:r>
          </w:p>
        </w:tc>
        <w:tc>
          <w:tcPr>
            <w:tcW w:w="1752" w:type="dxa"/>
          </w:tcPr>
          <w:p w14:paraId="782E2E6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K_W12</w:t>
            </w:r>
          </w:p>
        </w:tc>
      </w:tr>
      <w:tr w:rsidR="00E71A24" w:rsidRPr="00CC03E9" w14:paraId="3C03CEEA" w14:textId="77777777" w:rsidTr="00D177AE">
        <w:tc>
          <w:tcPr>
            <w:tcW w:w="1588" w:type="dxa"/>
          </w:tcPr>
          <w:p w14:paraId="6BC1EBDC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80" w:type="dxa"/>
          </w:tcPr>
          <w:p w14:paraId="098259C0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>Potrafi analizować przyczyny i prz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ebieg procesu stanowienia prawa</w:t>
            </w:r>
          </w:p>
        </w:tc>
        <w:tc>
          <w:tcPr>
            <w:tcW w:w="1752" w:type="dxa"/>
          </w:tcPr>
          <w:p w14:paraId="68B9D3EB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K_U03</w:t>
            </w:r>
          </w:p>
        </w:tc>
      </w:tr>
      <w:tr w:rsidR="00E71A24" w:rsidRPr="00CC03E9" w14:paraId="289A5597" w14:textId="77777777" w:rsidTr="00D177AE">
        <w:tc>
          <w:tcPr>
            <w:tcW w:w="1588" w:type="dxa"/>
          </w:tcPr>
          <w:p w14:paraId="7925BA1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180" w:type="dxa"/>
          </w:tcPr>
          <w:p w14:paraId="37616225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formułować własne opinie w odniesieniu do poznanych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instytucji prawnych i politycznych</w:t>
            </w:r>
          </w:p>
        </w:tc>
        <w:tc>
          <w:tcPr>
            <w:tcW w:w="1752" w:type="dxa"/>
          </w:tcPr>
          <w:p w14:paraId="2DFEF21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K_U06</w:t>
            </w:r>
          </w:p>
        </w:tc>
      </w:tr>
      <w:tr w:rsidR="00E71A24" w:rsidRPr="00CC03E9" w14:paraId="3A892B34" w14:textId="77777777" w:rsidTr="00D177AE">
        <w:tc>
          <w:tcPr>
            <w:tcW w:w="1588" w:type="dxa"/>
          </w:tcPr>
          <w:p w14:paraId="43D257A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180" w:type="dxa"/>
          </w:tcPr>
          <w:p w14:paraId="77795451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właściwie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analizować przyczyny i przebieg procesów związanych z funkcjonowania systemu polityczno-prawnego</w:t>
            </w:r>
          </w:p>
        </w:tc>
        <w:tc>
          <w:tcPr>
            <w:tcW w:w="1752" w:type="dxa"/>
          </w:tcPr>
          <w:p w14:paraId="04A49F8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K_U07</w:t>
            </w:r>
          </w:p>
        </w:tc>
      </w:tr>
      <w:tr w:rsidR="00E71A24" w:rsidRPr="00CC03E9" w14:paraId="60CFFE87" w14:textId="77777777" w:rsidTr="00D177AE">
        <w:tc>
          <w:tcPr>
            <w:tcW w:w="1588" w:type="dxa"/>
          </w:tcPr>
          <w:p w14:paraId="3B4B3AF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180" w:type="dxa"/>
          </w:tcPr>
          <w:p w14:paraId="5021DDBC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sprawnie posługiwać się tekstami aktów normatywnych i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interpretować je z wykorzystaniem języka prawniczego</w:t>
            </w:r>
          </w:p>
        </w:tc>
        <w:tc>
          <w:tcPr>
            <w:tcW w:w="1752" w:type="dxa"/>
          </w:tcPr>
          <w:p w14:paraId="3E44647E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K_U08</w:t>
            </w:r>
          </w:p>
        </w:tc>
      </w:tr>
      <w:tr w:rsidR="00E71A24" w:rsidRPr="00CC03E9" w14:paraId="735968BD" w14:textId="77777777" w:rsidTr="00D177AE">
        <w:tc>
          <w:tcPr>
            <w:tcW w:w="1588" w:type="dxa"/>
          </w:tcPr>
          <w:p w14:paraId="26646932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180" w:type="dxa"/>
          </w:tcPr>
          <w:p w14:paraId="7524691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Potrafi określić obszary życia społecznego, które podlegają lub mogą podlegać w przyszłości regulacjom prawnym</w:t>
            </w:r>
          </w:p>
        </w:tc>
        <w:tc>
          <w:tcPr>
            <w:tcW w:w="1752" w:type="dxa"/>
          </w:tcPr>
          <w:p w14:paraId="10DFC37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K_U15</w:t>
            </w:r>
          </w:p>
        </w:tc>
      </w:tr>
      <w:tr w:rsidR="00E71A24" w:rsidRPr="00CC03E9" w14:paraId="78763809" w14:textId="77777777" w:rsidTr="00D177AE">
        <w:tc>
          <w:tcPr>
            <w:tcW w:w="1588" w:type="dxa"/>
          </w:tcPr>
          <w:p w14:paraId="48141EAF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180" w:type="dxa"/>
          </w:tcPr>
          <w:p w14:paraId="46E9FB83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Ma świadomość zmienności systemu norm prawnych która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752" w:type="dxa"/>
          </w:tcPr>
          <w:p w14:paraId="1962A59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K_K01</w:t>
            </w:r>
          </w:p>
        </w:tc>
      </w:tr>
      <w:tr w:rsidR="00E71A24" w:rsidRPr="00CC03E9" w14:paraId="35A987EC" w14:textId="77777777" w:rsidTr="00D177AE">
        <w:trPr>
          <w:trHeight w:val="388"/>
        </w:trPr>
        <w:tc>
          <w:tcPr>
            <w:tcW w:w="1588" w:type="dxa"/>
          </w:tcPr>
          <w:p w14:paraId="6A50B05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180" w:type="dxa"/>
          </w:tcPr>
          <w:p w14:paraId="348A229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Ma świadomość społecznego znaczenia zawodu prawnika</w:t>
            </w:r>
          </w:p>
        </w:tc>
        <w:tc>
          <w:tcPr>
            <w:tcW w:w="1752" w:type="dxa"/>
          </w:tcPr>
          <w:p w14:paraId="325D0585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K_K04</w:t>
            </w:r>
          </w:p>
        </w:tc>
      </w:tr>
      <w:tr w:rsidR="00E71A24" w:rsidRPr="00CC03E9" w14:paraId="30E7F17C" w14:textId="77777777" w:rsidTr="00D177AE">
        <w:trPr>
          <w:trHeight w:val="393"/>
        </w:trPr>
        <w:tc>
          <w:tcPr>
            <w:tcW w:w="1588" w:type="dxa"/>
          </w:tcPr>
          <w:p w14:paraId="43D042F3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180" w:type="dxa"/>
          </w:tcPr>
          <w:p w14:paraId="27A5326E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752" w:type="dxa"/>
          </w:tcPr>
          <w:p w14:paraId="078C6AC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K_K08</w:t>
            </w:r>
          </w:p>
        </w:tc>
      </w:tr>
    </w:tbl>
    <w:p w14:paraId="6F2A65A7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25D6742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t>3.3</w:t>
      </w:r>
      <w:r w:rsidR="00D177AE">
        <w:rPr>
          <w:rFonts w:ascii="Corbel" w:hAnsi="Corbel"/>
          <w:b/>
          <w:sz w:val="24"/>
          <w:szCs w:val="24"/>
        </w:rPr>
        <w:t>.</w:t>
      </w:r>
      <w:r w:rsidR="001D7B54" w:rsidRPr="00CC03E9">
        <w:rPr>
          <w:rFonts w:ascii="Corbel" w:hAnsi="Corbel"/>
          <w:b/>
          <w:sz w:val="24"/>
          <w:szCs w:val="24"/>
        </w:rPr>
        <w:t xml:space="preserve"> </w:t>
      </w:r>
      <w:r w:rsidR="0085747A" w:rsidRPr="00CC03E9">
        <w:rPr>
          <w:rFonts w:ascii="Corbel" w:hAnsi="Corbel"/>
          <w:b/>
          <w:sz w:val="24"/>
          <w:szCs w:val="24"/>
        </w:rPr>
        <w:t>T</w:t>
      </w:r>
      <w:r w:rsidR="001D7B54" w:rsidRPr="00CC03E9">
        <w:rPr>
          <w:rFonts w:ascii="Corbel" w:hAnsi="Corbel"/>
          <w:b/>
          <w:sz w:val="24"/>
          <w:szCs w:val="24"/>
        </w:rPr>
        <w:t>reści programowe</w:t>
      </w:r>
    </w:p>
    <w:p w14:paraId="3B05FB9E" w14:textId="77777777" w:rsidR="00031678" w:rsidRPr="00CC03E9" w:rsidRDefault="000316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2D6D7B2" w:rsidR="0085747A" w:rsidRPr="00CC03E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 xml:space="preserve">Problematyka wykładu </w:t>
      </w:r>
      <w:r w:rsidR="0065404D">
        <w:rPr>
          <w:rFonts w:ascii="Corbel" w:hAnsi="Corbel"/>
          <w:sz w:val="24"/>
          <w:szCs w:val="24"/>
        </w:rPr>
        <w:t>– nie dotyczy</w:t>
      </w:r>
    </w:p>
    <w:p w14:paraId="21DE9C73" w14:textId="77777777" w:rsidR="00675843" w:rsidRPr="00CC03E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CC03E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Problematyka ćwiczeń, konwersator</w:t>
      </w:r>
      <w:r w:rsidR="005F76A3" w:rsidRPr="00CC03E9">
        <w:rPr>
          <w:rFonts w:ascii="Corbel" w:hAnsi="Corbel"/>
          <w:sz w:val="24"/>
          <w:szCs w:val="24"/>
        </w:rPr>
        <w:t>iów</w:t>
      </w:r>
      <w:r w:rsidRPr="00CC03E9">
        <w:rPr>
          <w:rFonts w:ascii="Corbel" w:hAnsi="Corbel"/>
          <w:sz w:val="24"/>
          <w:szCs w:val="24"/>
        </w:rPr>
        <w:t>, laborator</w:t>
      </w:r>
      <w:r w:rsidR="005F76A3" w:rsidRPr="00CC03E9">
        <w:rPr>
          <w:rFonts w:ascii="Corbel" w:hAnsi="Corbel"/>
          <w:sz w:val="24"/>
          <w:szCs w:val="24"/>
        </w:rPr>
        <w:t>iów</w:t>
      </w:r>
      <w:r w:rsidR="009F4610" w:rsidRPr="00CC03E9">
        <w:rPr>
          <w:rFonts w:ascii="Corbel" w:hAnsi="Corbel"/>
          <w:sz w:val="24"/>
          <w:szCs w:val="24"/>
        </w:rPr>
        <w:t xml:space="preserve">, </w:t>
      </w:r>
      <w:r w:rsidRPr="00CC03E9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CC03E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CC03E9" w14:paraId="0931B5AE" w14:textId="77777777" w:rsidTr="00D177AE">
        <w:tc>
          <w:tcPr>
            <w:tcW w:w="8646" w:type="dxa"/>
          </w:tcPr>
          <w:p w14:paraId="72DFA7B5" w14:textId="77777777" w:rsidR="0085747A" w:rsidRPr="00D177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77A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71A24" w:rsidRPr="00CC03E9" w14:paraId="3F8BF820" w14:textId="77777777" w:rsidTr="00D177AE">
        <w:tc>
          <w:tcPr>
            <w:tcW w:w="8646" w:type="dxa"/>
          </w:tcPr>
          <w:p w14:paraId="601277D4" w14:textId="49EEBFD1" w:rsidR="00E71A24" w:rsidRPr="0065404D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Pojęcie administracji publicznej i jej miejsce w systemie władzy państwowej.</w:t>
            </w:r>
          </w:p>
        </w:tc>
      </w:tr>
      <w:tr w:rsidR="00E71A24" w:rsidRPr="00CC03E9" w14:paraId="52FD64A6" w14:textId="77777777" w:rsidTr="00D177AE">
        <w:tc>
          <w:tcPr>
            <w:tcW w:w="8646" w:type="dxa"/>
          </w:tcPr>
          <w:p w14:paraId="77BAC3FB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 Kształtowanie się nurtów badawczych nad administracją publiczną.</w:t>
            </w:r>
          </w:p>
        </w:tc>
      </w:tr>
      <w:tr w:rsidR="00E71A24" w:rsidRPr="00CC03E9" w14:paraId="6CDF086F" w14:textId="77777777" w:rsidTr="00D177AE">
        <w:tc>
          <w:tcPr>
            <w:tcW w:w="8646" w:type="dxa"/>
          </w:tcPr>
          <w:p w14:paraId="5E0B26DE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Czynniki kształtujące modele administracji publicznej – znaczenie prawa oraz uwarunkowania pozaprawne.</w:t>
            </w:r>
          </w:p>
        </w:tc>
      </w:tr>
      <w:tr w:rsidR="00E71A24" w:rsidRPr="00CC03E9" w14:paraId="744FCD4F" w14:textId="77777777" w:rsidTr="00D177AE">
        <w:tc>
          <w:tcPr>
            <w:tcW w:w="8646" w:type="dxa"/>
          </w:tcPr>
          <w:p w14:paraId="435378D8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</w:p>
        </w:tc>
      </w:tr>
      <w:tr w:rsidR="00E71A24" w:rsidRPr="00CC03E9" w14:paraId="5039E26D" w14:textId="77777777" w:rsidTr="00D177AE">
        <w:tc>
          <w:tcPr>
            <w:tcW w:w="8646" w:type="dxa"/>
          </w:tcPr>
          <w:p w14:paraId="34843D8C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Cele działania administracji publicznej i zasady ich skutecznego urzeczywistniania - perspektywa organizacyjna.</w:t>
            </w:r>
          </w:p>
        </w:tc>
      </w:tr>
      <w:tr w:rsidR="00E71A24" w:rsidRPr="00CC03E9" w14:paraId="1F185538" w14:textId="77777777" w:rsidTr="00D177AE">
        <w:tc>
          <w:tcPr>
            <w:tcW w:w="8646" w:type="dxa"/>
          </w:tcPr>
          <w:p w14:paraId="57B03CC6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Zadania administracji publicznej i współczesne tendencje ich przeobrażeń - podmioty niepubliczne w sferze zadań administracji publicznej.</w:t>
            </w:r>
          </w:p>
        </w:tc>
      </w:tr>
      <w:tr w:rsidR="00E71A24" w:rsidRPr="00CC03E9" w14:paraId="5FED3885" w14:textId="77777777" w:rsidTr="00D177AE">
        <w:tc>
          <w:tcPr>
            <w:tcW w:w="8646" w:type="dxa"/>
          </w:tcPr>
          <w:p w14:paraId="0389FE4B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Zagadnienia kadr administracji publicznej</w:t>
            </w:r>
          </w:p>
        </w:tc>
      </w:tr>
      <w:tr w:rsidR="00E71A24" w:rsidRPr="00CC03E9" w14:paraId="101C0682" w14:textId="77777777" w:rsidTr="00D177AE">
        <w:tc>
          <w:tcPr>
            <w:tcW w:w="8646" w:type="dxa"/>
          </w:tcPr>
          <w:p w14:paraId="2A9E25C7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Zagadnienia kierowania w administracji publicznej – pojęcie kierowania, style kierowania, środki oddziaływań kierowniczych.</w:t>
            </w:r>
          </w:p>
        </w:tc>
      </w:tr>
      <w:tr w:rsidR="00E71A24" w:rsidRPr="00CC03E9" w14:paraId="0CB69B98" w14:textId="77777777" w:rsidTr="00D177AE">
        <w:tc>
          <w:tcPr>
            <w:tcW w:w="8646" w:type="dxa"/>
          </w:tcPr>
          <w:p w14:paraId="1E325A15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 xml:space="preserve">Procesy decyzyjne i doradztwo w administracji publicznej </w:t>
            </w:r>
          </w:p>
        </w:tc>
      </w:tr>
      <w:tr w:rsidR="00E71A24" w:rsidRPr="00CC03E9" w14:paraId="2A82B405" w14:textId="77777777" w:rsidTr="00D177AE">
        <w:tc>
          <w:tcPr>
            <w:tcW w:w="8646" w:type="dxa"/>
          </w:tcPr>
          <w:p w14:paraId="547BC007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Procesy planowania i znaczenie aktów planistycznych w działalności administracji publicznej</w:t>
            </w:r>
          </w:p>
        </w:tc>
      </w:tr>
      <w:tr w:rsidR="00E71A24" w:rsidRPr="00CC03E9" w14:paraId="1E6CD1EC" w14:textId="77777777" w:rsidTr="00D177AE">
        <w:tc>
          <w:tcPr>
            <w:tcW w:w="8646" w:type="dxa"/>
          </w:tcPr>
          <w:p w14:paraId="7340F7BC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E71A24" w:rsidRPr="00CC03E9" w14:paraId="498B8FBC" w14:textId="77777777" w:rsidTr="00D177AE">
        <w:tc>
          <w:tcPr>
            <w:tcW w:w="8646" w:type="dxa"/>
          </w:tcPr>
          <w:p w14:paraId="4FBE107E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Kontrola jako funkcja kierowania w strukturach administracji publicznej</w:t>
            </w:r>
          </w:p>
        </w:tc>
      </w:tr>
      <w:tr w:rsidR="00E71A24" w:rsidRPr="00CC03E9" w14:paraId="06BBD422" w14:textId="77777777" w:rsidTr="00D177AE">
        <w:tc>
          <w:tcPr>
            <w:tcW w:w="8646" w:type="dxa"/>
          </w:tcPr>
          <w:p w14:paraId="0A15F099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lastRenderedPageBreak/>
              <w:t>Problematyka rozwoju administracji elektronicznej</w:t>
            </w:r>
          </w:p>
        </w:tc>
      </w:tr>
      <w:tr w:rsidR="00E71A24" w:rsidRPr="00CC03E9" w14:paraId="371BBA2B" w14:textId="77777777" w:rsidTr="00D177AE">
        <w:tc>
          <w:tcPr>
            <w:tcW w:w="8646" w:type="dxa"/>
          </w:tcPr>
          <w:p w14:paraId="6EC5D8D1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Patologie organizacyjne w administracji publicznej</w:t>
            </w:r>
          </w:p>
        </w:tc>
      </w:tr>
    </w:tbl>
    <w:p w14:paraId="71FD4526" w14:textId="77777777" w:rsidR="00D177AE" w:rsidRDefault="00D177A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1C52C4BC" w:rsidR="0085747A" w:rsidRPr="00CC03E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3.4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Metody dydaktyczne</w:t>
      </w:r>
      <w:r w:rsidRPr="00CC03E9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D51DBF5" w:rsidR="00E960BB" w:rsidRPr="00031678" w:rsidRDefault="00E71A24" w:rsidP="00031678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iCs/>
          <w:smallCaps w:val="0"/>
          <w:szCs w:val="24"/>
        </w:rPr>
      </w:pPr>
      <w:r w:rsidRPr="00031678">
        <w:rPr>
          <w:rFonts w:ascii="Corbel" w:hAnsi="Corbel"/>
          <w:b w:val="0"/>
          <w:iCs/>
          <w:smallCaps w:val="0"/>
          <w:szCs w:val="24"/>
        </w:rPr>
        <w:t>Ćwiczenia konwersatoryjne: analiza tekstów z dyskusją, metoda projektów (projekt badawczy, praktyczny), praca w grupach (rozwiązywanie zadań, dyskusja).</w:t>
      </w:r>
    </w:p>
    <w:p w14:paraId="2F33D2BA" w14:textId="77777777" w:rsidR="00E960BB" w:rsidRPr="00031678" w:rsidRDefault="00E960BB" w:rsidP="00031678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iCs/>
          <w:smallCaps w:val="0"/>
          <w:szCs w:val="24"/>
        </w:rPr>
      </w:pPr>
    </w:p>
    <w:p w14:paraId="7228032F" w14:textId="77777777" w:rsidR="0085747A" w:rsidRPr="00CC03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4. </w:t>
      </w:r>
      <w:r w:rsidR="0085747A" w:rsidRPr="00CC03E9">
        <w:rPr>
          <w:rFonts w:ascii="Corbel" w:hAnsi="Corbel"/>
          <w:smallCaps w:val="0"/>
          <w:szCs w:val="24"/>
        </w:rPr>
        <w:t>METODY I KRYTERIA OCENY</w:t>
      </w:r>
      <w:r w:rsidR="009F4610" w:rsidRPr="00CC03E9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CC03E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E521293" w:rsidR="0085747A" w:rsidRPr="00CC03E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4.1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C03E9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CC03E9" w14:paraId="226D9E85" w14:textId="77777777" w:rsidTr="00D177AE">
        <w:tc>
          <w:tcPr>
            <w:tcW w:w="1447" w:type="dxa"/>
            <w:vAlign w:val="center"/>
          </w:tcPr>
          <w:p w14:paraId="40623A34" w14:textId="77777777" w:rsidR="0085747A" w:rsidRPr="00CC03E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135FC0B3" w14:textId="77777777" w:rsidR="0085747A" w:rsidRPr="00CC03E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CC03E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7CFD1827" w14:textId="77777777" w:rsidR="00923D7D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A24" w:rsidRPr="00CC03E9" w14:paraId="38026719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FCCA7C5" w14:textId="4CEB7C9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394CD74E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53ECA1A7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3F8DA310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4F3A0558" w14:textId="011768A7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7FEBE3F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1794B91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512294F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37B57262" w14:textId="6DDAD2FF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</w:tcPr>
          <w:p w14:paraId="46F1DDB6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47D36D3A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775D15C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74C76A01" w14:textId="130C0533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213A8BF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5E1785D3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5247D662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DED8ADF" w14:textId="076248DD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14:paraId="6CF5355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160B805B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4A9E4CF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28F857B4" w14:textId="5C7AB040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</w:tcPr>
          <w:p w14:paraId="5A494FA8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4981D3DF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6237CFD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4BBA806" w14:textId="490D6C5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</w:tcPr>
          <w:p w14:paraId="3E29CB51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6469B3C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3E95A788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A7ED49E" w14:textId="1C98397F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</w:tcPr>
          <w:p w14:paraId="4EAFA20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42E74D8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76E6029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E48D970" w14:textId="07B68C55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</w:tcPr>
          <w:p w14:paraId="1BCA46AD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końcowe</w:t>
            </w:r>
          </w:p>
        </w:tc>
        <w:tc>
          <w:tcPr>
            <w:tcW w:w="1978" w:type="dxa"/>
          </w:tcPr>
          <w:p w14:paraId="3A061C0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8000B31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06BC50A" w14:textId="01A250FE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</w:tcPr>
          <w:p w14:paraId="4172B05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1978" w:type="dxa"/>
          </w:tcPr>
          <w:p w14:paraId="67E359F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0AA57DBD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4BA06D4" w14:textId="54383C78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</w:tcPr>
          <w:p w14:paraId="7FA4DD6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kolokwium, zaliczenie końcowe</w:t>
            </w:r>
          </w:p>
        </w:tc>
        <w:tc>
          <w:tcPr>
            <w:tcW w:w="1978" w:type="dxa"/>
          </w:tcPr>
          <w:p w14:paraId="72CF02A6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5FB0357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9D570A3" w14:textId="74D4694A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</w:tcPr>
          <w:p w14:paraId="5C4EE0C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5912EC2B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0F779ABE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49BBF2A7" w14:textId="69944904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5" w:type="dxa"/>
          </w:tcPr>
          <w:p w14:paraId="4A58C68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1978" w:type="dxa"/>
          </w:tcPr>
          <w:p w14:paraId="4AC555C1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654C6692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7A782564" w14:textId="46F7290B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5" w:type="dxa"/>
          </w:tcPr>
          <w:p w14:paraId="6E3F5A45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0F770D78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843B003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3F07CECC" w14:textId="5FA1EBC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5" w:type="dxa"/>
          </w:tcPr>
          <w:p w14:paraId="2995473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5ED90FE5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CC03E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27EC7CB9" w:rsidR="0085747A" w:rsidRPr="00CC03E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4.2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</w:t>
      </w:r>
      <w:r w:rsidR="0085747A" w:rsidRPr="00CC03E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C03E9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CC03E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3E9" w14:paraId="79EB57FB" w14:textId="77777777" w:rsidTr="00923D7D">
        <w:tc>
          <w:tcPr>
            <w:tcW w:w="9670" w:type="dxa"/>
          </w:tcPr>
          <w:p w14:paraId="0064D5A9" w14:textId="77777777" w:rsidR="00E71A24" w:rsidRPr="00CC03E9" w:rsidRDefault="00E71A24" w:rsidP="0003167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3765646D" w14:textId="77777777" w:rsidR="00E71A24" w:rsidRPr="00CC03E9" w:rsidRDefault="00E71A24" w:rsidP="0003167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2BB5D64F" w14:textId="47CA6DA2" w:rsidR="0085747A" w:rsidRPr="00CC03E9" w:rsidRDefault="00E71A24" w:rsidP="00031678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14:paraId="549B3CBB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6F64A" w14:textId="77777777" w:rsidR="00031678" w:rsidRDefault="0003167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5DA0407D" w:rsidR="009F4610" w:rsidRPr="00CC03E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C03E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CC03E9" w14:paraId="128DDC9A" w14:textId="77777777" w:rsidTr="00031678">
        <w:tc>
          <w:tcPr>
            <w:tcW w:w="5132" w:type="dxa"/>
            <w:vAlign w:val="center"/>
          </w:tcPr>
          <w:p w14:paraId="0C6C4330" w14:textId="77777777" w:rsidR="0085747A" w:rsidRPr="00CC03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C03E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C03E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CC03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C03E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C03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C03E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1A24" w:rsidRPr="00CC03E9" w14:paraId="02C37FE3" w14:textId="77777777" w:rsidTr="00031678">
        <w:tc>
          <w:tcPr>
            <w:tcW w:w="5132" w:type="dxa"/>
          </w:tcPr>
          <w:p w14:paraId="6754C5C7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558AE8B6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1A24" w:rsidRPr="00CC03E9" w14:paraId="2A4AABEF" w14:textId="77777777" w:rsidTr="00031678">
        <w:tc>
          <w:tcPr>
            <w:tcW w:w="5132" w:type="dxa"/>
          </w:tcPr>
          <w:p w14:paraId="210DDE64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D0E63E9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71A24" w:rsidRPr="00CC03E9" w14:paraId="3796D0EB" w14:textId="77777777" w:rsidTr="00031678">
        <w:tc>
          <w:tcPr>
            <w:tcW w:w="5132" w:type="dxa"/>
          </w:tcPr>
          <w:p w14:paraId="0DB2B3DD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C1BBAA9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1A24" w:rsidRPr="00CC03E9" w14:paraId="1ADE6CE7" w14:textId="77777777" w:rsidTr="00031678">
        <w:trPr>
          <w:trHeight w:val="379"/>
        </w:trPr>
        <w:tc>
          <w:tcPr>
            <w:tcW w:w="5132" w:type="dxa"/>
          </w:tcPr>
          <w:p w14:paraId="2FD9881C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0ED4B725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71A24" w:rsidRPr="00CC03E9" w14:paraId="071C4E58" w14:textId="77777777" w:rsidTr="00031678">
        <w:trPr>
          <w:trHeight w:val="366"/>
        </w:trPr>
        <w:tc>
          <w:tcPr>
            <w:tcW w:w="5132" w:type="dxa"/>
          </w:tcPr>
          <w:p w14:paraId="62049DBA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182C070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CC03E9" w:rsidRDefault="00923D7D" w:rsidP="0003167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CC03E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C03E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CC03E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CC03E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6. </w:t>
      </w:r>
      <w:r w:rsidR="0085747A" w:rsidRPr="00CC03E9">
        <w:rPr>
          <w:rFonts w:ascii="Corbel" w:hAnsi="Corbel"/>
          <w:smallCaps w:val="0"/>
          <w:szCs w:val="24"/>
        </w:rPr>
        <w:t>PRAKTYKI ZAWO</w:t>
      </w:r>
      <w:r w:rsidR="009D3F3B" w:rsidRPr="00CC03E9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CC03E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CC03E9" w14:paraId="638E76A1" w14:textId="77777777" w:rsidTr="00031678">
        <w:trPr>
          <w:trHeight w:val="397"/>
        </w:trPr>
        <w:tc>
          <w:tcPr>
            <w:tcW w:w="3715" w:type="dxa"/>
          </w:tcPr>
          <w:p w14:paraId="16CB32EE" w14:textId="77777777" w:rsidR="0085747A" w:rsidRPr="00CC03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58314AF6" w:rsidR="0085747A" w:rsidRPr="00CC03E9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C03E9" w14:paraId="276FFB2E" w14:textId="77777777" w:rsidTr="00031678">
        <w:trPr>
          <w:trHeight w:val="397"/>
        </w:trPr>
        <w:tc>
          <w:tcPr>
            <w:tcW w:w="3715" w:type="dxa"/>
          </w:tcPr>
          <w:p w14:paraId="6B69F399" w14:textId="77777777" w:rsidR="0085747A" w:rsidRPr="00CC03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71472202" w:rsidR="0085747A" w:rsidRPr="00CC03E9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r w:rsidR="0065404D" w:rsidRPr="00CC03E9">
              <w:rPr>
                <w:rFonts w:ascii="Corbel" w:hAnsi="Corbel"/>
                <w:b w:val="0"/>
                <w:smallCaps w:val="0"/>
                <w:szCs w:val="24"/>
              </w:rPr>
              <w:t>dotyczy</w:t>
            </w:r>
          </w:p>
        </w:tc>
      </w:tr>
    </w:tbl>
    <w:p w14:paraId="0E03DECB" w14:textId="77777777" w:rsidR="003E1941" w:rsidRPr="00CC03E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CC03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7. </w:t>
      </w:r>
      <w:r w:rsidR="0085747A" w:rsidRPr="00CC03E9">
        <w:rPr>
          <w:rFonts w:ascii="Corbel" w:hAnsi="Corbel"/>
          <w:smallCaps w:val="0"/>
          <w:szCs w:val="24"/>
        </w:rPr>
        <w:t>LITERATURA</w:t>
      </w:r>
      <w:r w:rsidRPr="00CC03E9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CC03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71A24" w:rsidRPr="00CC03E9" w14:paraId="66C280BA" w14:textId="77777777" w:rsidTr="00BD0CB6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1F77" w14:textId="77777777" w:rsidR="00E71A24" w:rsidRPr="00BD0CB6" w:rsidRDefault="00E71A24" w:rsidP="00BD0CB6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BD0CB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0CAEC9A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43E397A7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14:paraId="0D3DB4FE" w14:textId="4892849E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J. Boć, J. Jeżewski, </w:t>
            </w:r>
            <w:r w:rsidR="009975BA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5816337F" w14:textId="77777777" w:rsidR="00E71A24" w:rsidRPr="00CC03E9" w:rsidRDefault="00E71A24" w:rsidP="00BD0CB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E71A24" w:rsidRPr="00CC03E9" w14:paraId="4631D254" w14:textId="77777777" w:rsidTr="00BD0CB6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77F" w14:textId="77777777" w:rsidR="00E71A24" w:rsidRPr="00BD0CB6" w:rsidRDefault="00E71A24" w:rsidP="00BD0CB6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BD0CB6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DB0AA81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8" w:history="1">
              <w:r w:rsidRPr="00CC03E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0D89E8C3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14:paraId="54AE59B2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14:paraId="751AB173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14:paraId="36CA0038" w14:textId="484EDF4C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Deliberatywne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metody podejmowania decyzji publicznych, [w:] Struktury administracji publicznej; metody, ogniwa, więzi, red. 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Mezglewski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Rzeszów 2016, s.7-22</w:t>
            </w:r>
          </w:p>
          <w:p w14:paraId="40706ADD" w14:textId="7E772980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14:paraId="4AC5D876" w14:textId="450C03C1" w:rsidR="009975BA" w:rsidRPr="00CC03E9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14:paraId="533F2505" w14:textId="77777777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78F8E51E" w14:textId="4B9259F9" w:rsidR="009975BA" w:rsidRPr="00CC03E9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Standardy współpracy z organizacjami pozarządowymi jako wyznacznik dobrych relacji administracji z otoczeniem społecznym, [w:] Standardy współczesnej administracji i prawa administracyjnego, red. Z.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Rabiega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-Przyłęcka, Warszawa-Łódź 2019, ss. 147-164,</w:t>
            </w:r>
          </w:p>
          <w:p w14:paraId="1C1689A8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14:paraId="016621F8" w14:textId="1598F4B1" w:rsidR="00E71A24" w:rsidRPr="00CC03E9" w:rsidRDefault="00E71A24" w:rsidP="00BD0CB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</w:tc>
      </w:tr>
    </w:tbl>
    <w:p w14:paraId="4F011B1F" w14:textId="77777777" w:rsidR="0085747A" w:rsidRPr="00CC03E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CC03E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C03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C03E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E54BE" w14:textId="77777777" w:rsidR="002C184F" w:rsidRDefault="002C184F" w:rsidP="00C16ABF">
      <w:pPr>
        <w:spacing w:after="0" w:line="240" w:lineRule="auto"/>
      </w:pPr>
      <w:r>
        <w:separator/>
      </w:r>
    </w:p>
  </w:endnote>
  <w:endnote w:type="continuationSeparator" w:id="0">
    <w:p w14:paraId="2C7FCBE8" w14:textId="77777777" w:rsidR="002C184F" w:rsidRDefault="002C18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BB7C" w14:textId="77777777" w:rsidR="002C184F" w:rsidRDefault="002C184F" w:rsidP="00C16ABF">
      <w:pPr>
        <w:spacing w:after="0" w:line="240" w:lineRule="auto"/>
      </w:pPr>
      <w:r>
        <w:separator/>
      </w:r>
    </w:p>
  </w:footnote>
  <w:footnote w:type="continuationSeparator" w:id="0">
    <w:p w14:paraId="615D1649" w14:textId="77777777" w:rsidR="002C184F" w:rsidRDefault="002C184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6807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678"/>
    <w:rsid w:val="00042A51"/>
    <w:rsid w:val="00042D2E"/>
    <w:rsid w:val="00044C82"/>
    <w:rsid w:val="00070ED6"/>
    <w:rsid w:val="000742DC"/>
    <w:rsid w:val="00084C12"/>
    <w:rsid w:val="00093C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F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7D0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D00"/>
    <w:rsid w:val="00257EED"/>
    <w:rsid w:val="00281FF2"/>
    <w:rsid w:val="002857DE"/>
    <w:rsid w:val="00291567"/>
    <w:rsid w:val="002A22BF"/>
    <w:rsid w:val="002A2389"/>
    <w:rsid w:val="002A671D"/>
    <w:rsid w:val="002B4D55"/>
    <w:rsid w:val="002B4FB0"/>
    <w:rsid w:val="002B5EA0"/>
    <w:rsid w:val="002B6119"/>
    <w:rsid w:val="002C184F"/>
    <w:rsid w:val="002C1F06"/>
    <w:rsid w:val="002D3375"/>
    <w:rsid w:val="002D73D4"/>
    <w:rsid w:val="002F02A3"/>
    <w:rsid w:val="002F4ABE"/>
    <w:rsid w:val="003018BA"/>
    <w:rsid w:val="003023F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C0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645"/>
    <w:rsid w:val="005363C4"/>
    <w:rsid w:val="00536BDE"/>
    <w:rsid w:val="00543ACC"/>
    <w:rsid w:val="0056696D"/>
    <w:rsid w:val="00566B5B"/>
    <w:rsid w:val="00590E3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5B76"/>
    <w:rsid w:val="00617230"/>
    <w:rsid w:val="00621CE1"/>
    <w:rsid w:val="00627FC9"/>
    <w:rsid w:val="00647FA8"/>
    <w:rsid w:val="00650C5F"/>
    <w:rsid w:val="0065404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4C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79"/>
    <w:rsid w:val="0081554D"/>
    <w:rsid w:val="0081707E"/>
    <w:rsid w:val="008449B3"/>
    <w:rsid w:val="008552A2"/>
    <w:rsid w:val="0085747A"/>
    <w:rsid w:val="00865350"/>
    <w:rsid w:val="00884922"/>
    <w:rsid w:val="00885F64"/>
    <w:rsid w:val="00890519"/>
    <w:rsid w:val="008917F9"/>
    <w:rsid w:val="008A3A28"/>
    <w:rsid w:val="008A45F7"/>
    <w:rsid w:val="008A65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F78"/>
    <w:rsid w:val="009508DF"/>
    <w:rsid w:val="00950DAC"/>
    <w:rsid w:val="00954A07"/>
    <w:rsid w:val="009975B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D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CB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5B3"/>
    <w:rsid w:val="00C766DF"/>
    <w:rsid w:val="00C94B98"/>
    <w:rsid w:val="00CA2B96"/>
    <w:rsid w:val="00CA5089"/>
    <w:rsid w:val="00CB76D7"/>
    <w:rsid w:val="00CC03E9"/>
    <w:rsid w:val="00CD6897"/>
    <w:rsid w:val="00CE5BAC"/>
    <w:rsid w:val="00CF25BE"/>
    <w:rsid w:val="00CF78ED"/>
    <w:rsid w:val="00D02B25"/>
    <w:rsid w:val="00D02EBA"/>
    <w:rsid w:val="00D177AE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29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2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E86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FF8"/>
    <w:rsid w:val="00FC3F45"/>
    <w:rsid w:val="00FD503F"/>
    <w:rsid w:val="00FD7589"/>
    <w:rsid w:val="00FF009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48C0-5692-4524-B71E-C332E902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1433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2025-11-20T11:55:00Z</cp:lastPrinted>
  <dcterms:created xsi:type="dcterms:W3CDTF">2025-09-26T07:02:00Z</dcterms:created>
  <dcterms:modified xsi:type="dcterms:W3CDTF">2025-11-20T11:56:00Z</dcterms:modified>
</cp:coreProperties>
</file>